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703FBB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DC2126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22CC" w:rsidRPr="00703FBB" w:rsidRDefault="00CA22CC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Прирост (+), снижение (-) расходов бюджета Ханты-Мансийского автономного округа – Югры на 20</w:t>
      </w:r>
      <w:r w:rsidR="0044600B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44600B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 </w:t>
      </w:r>
    </w:p>
    <w:p w:rsidR="00446CFE" w:rsidRPr="00703FBB" w:rsidRDefault="00CA22CC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сравнению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предыдущим годом в разрезе разделов, подраздело</w:t>
      </w:r>
      <w:r w:rsidR="00A02F7D">
        <w:rPr>
          <w:rFonts w:ascii="Times New Roman" w:eastAsia="Times New Roman" w:hAnsi="Times New Roman" w:cs="Times New Roman"/>
          <w:b/>
          <w:bCs/>
          <w:sz w:val="24"/>
          <w:szCs w:val="24"/>
        </w:rPr>
        <w:t>в классификации расходов бюджетов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09"/>
        <w:gridCol w:w="484"/>
        <w:gridCol w:w="1417"/>
        <w:gridCol w:w="1417"/>
        <w:gridCol w:w="1417"/>
        <w:gridCol w:w="1417"/>
        <w:gridCol w:w="1560"/>
        <w:gridCol w:w="1417"/>
        <w:gridCol w:w="1277"/>
        <w:gridCol w:w="1353"/>
      </w:tblGrid>
      <w:tr w:rsidR="00994575" w:rsidRPr="00994575" w:rsidTr="0044600B">
        <w:trPr>
          <w:trHeight w:val="447"/>
        </w:trPr>
        <w:tc>
          <w:tcPr>
            <w:tcW w:w="1147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52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 2019 (отчет)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:rsidR="004114D0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 2020 (утверждено законом</w:t>
            </w:r>
            <w:r w:rsidR="0000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94575" w:rsidRPr="00994575" w:rsidRDefault="0000213E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24-оз от 26.03.2020</w:t>
            </w:r>
            <w:r w:rsidR="00411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г.</w:t>
            </w:r>
            <w:r w:rsidR="00994575"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 2021 (проект)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 2022 (проект)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 2023 (проект)</w:t>
            </w:r>
          </w:p>
        </w:tc>
        <w:tc>
          <w:tcPr>
            <w:tcW w:w="1271" w:type="pct"/>
            <w:gridSpan w:val="3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прирост (+), снижение (-)</w:t>
            </w:r>
          </w:p>
        </w:tc>
      </w:tr>
      <w:tr w:rsidR="00131C50" w:rsidRPr="00994575" w:rsidTr="0044600B">
        <w:trPr>
          <w:trHeight w:val="327"/>
        </w:trPr>
        <w:tc>
          <w:tcPr>
            <w:tcW w:w="1147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131C50" w:rsidRPr="00994575" w:rsidTr="0044600B">
        <w:trPr>
          <w:trHeight w:val="3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1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131C50" w:rsidRPr="00994575" w:rsidTr="0044600B">
        <w:trPr>
          <w:trHeight w:val="3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- ВСЕГО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248 789 935,5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272 772 560,7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254 464 668,0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250 825 844,8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252 727 304,8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-18 307 892,7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-3 638 823,2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1 901 460,0</w:t>
            </w:r>
          </w:p>
        </w:tc>
      </w:tr>
      <w:tr w:rsidR="00131C50" w:rsidRPr="00994575" w:rsidTr="0044600B">
        <w:trPr>
          <w:trHeight w:val="32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13 355 784,8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13 159 275,5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9 003 199,5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14 673 230,4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20 474 201,3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-4 156 076,0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5 670 030,9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5 800 970,9</w:t>
            </w:r>
          </w:p>
        </w:tc>
      </w:tr>
      <w:tr w:rsidR="00131C50" w:rsidRPr="00994575" w:rsidTr="0044600B">
        <w:trPr>
          <w:trHeight w:val="84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6 059,7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-3 932,6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89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552 801,3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505 827,6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520 137,7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14 310,1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-42 742,7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102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836 119,9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767 929,8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753 736,8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752 864,4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752 864,4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-14 193,0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-872,4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14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527 302,3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527 864,2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496 387,8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487 671,9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487 841,2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-31 476,4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-8 715,9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169,3</w:t>
            </w:r>
          </w:p>
        </w:tc>
      </w:tr>
      <w:tr w:rsidR="00131C50" w:rsidRPr="00994575" w:rsidTr="0044600B">
        <w:trPr>
          <w:trHeight w:val="66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438 199,4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440 442,7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429 203,7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427 451,5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427 342,3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-11 239,0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-1 752,2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-109,2</w:t>
            </w:r>
          </w:p>
        </w:tc>
      </w:tr>
      <w:tr w:rsidR="00131C50" w:rsidRPr="00994575" w:rsidTr="0044600B">
        <w:trPr>
          <w:trHeight w:val="4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137 969,1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311 654,3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331 069,5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19 415,2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-210 122,9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3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1 408 000,0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953 186,7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-454 813,3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-345 186,7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44600B" w:rsidRDefault="0044600B"/>
    <w:p w:rsidR="0044600B" w:rsidRDefault="0044600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09"/>
        <w:gridCol w:w="484"/>
        <w:gridCol w:w="1417"/>
        <w:gridCol w:w="1417"/>
        <w:gridCol w:w="1417"/>
        <w:gridCol w:w="1417"/>
        <w:gridCol w:w="1560"/>
        <w:gridCol w:w="1417"/>
        <w:gridCol w:w="1277"/>
        <w:gridCol w:w="1353"/>
      </w:tblGrid>
      <w:tr w:rsidR="0044600B" w:rsidRPr="00994575" w:rsidTr="0044600B">
        <w:trPr>
          <w:cantSplit/>
          <w:tblHeader/>
        </w:trPr>
        <w:tc>
          <w:tcPr>
            <w:tcW w:w="1147" w:type="pct"/>
            <w:shd w:val="clear" w:color="auto" w:fill="auto"/>
            <w:vAlign w:val="center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0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1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pct"/>
            <w:shd w:val="clear" w:color="auto" w:fill="auto"/>
            <w:vAlign w:val="bottom"/>
            <w:hideMark/>
          </w:tcPr>
          <w:p w:rsidR="0044600B" w:rsidRPr="00994575" w:rsidRDefault="0044600B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131C50" w:rsidRPr="00994575" w:rsidTr="0044600B">
        <w:trPr>
          <w:trHeight w:val="50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583 527,6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367 469,7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314 665,3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297 986,4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296 986,4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-52 804,4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-16 678,9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-1 000,0</w:t>
            </w:r>
          </w:p>
        </w:tc>
      </w:tr>
      <w:tr w:rsidR="00131C50" w:rsidRPr="00994575" w:rsidTr="0044600B">
        <w:trPr>
          <w:trHeight w:val="94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10 273 805,6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8 820 866,4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5 199 523,8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11 495 626,4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17 297 537,2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-3 621 342,6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6 296 102,6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5 801 910,8</w:t>
            </w:r>
          </w:p>
        </w:tc>
      </w:tr>
      <w:tr w:rsidR="00131C50" w:rsidRPr="00994575" w:rsidTr="0044600B">
        <w:trPr>
          <w:trHeight w:val="254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3 263,3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1 699,1</w:t>
            </w:r>
          </w:p>
        </w:tc>
      </w:tr>
      <w:tr w:rsidR="00131C50" w:rsidRPr="00994575" w:rsidTr="0044600B">
        <w:trPr>
          <w:trHeight w:val="35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3 263,3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1 699,1</w:t>
            </w:r>
          </w:p>
        </w:tc>
      </w:tr>
      <w:tr w:rsidR="00131C50" w:rsidRPr="00994575" w:rsidTr="0044600B">
        <w:trPr>
          <w:trHeight w:val="39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2 955 556,6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3 132 662,3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3 321 702,1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3 001 093,3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2 970 656,2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189 039,8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-320 608,8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-30 437,1</w:t>
            </w:r>
          </w:p>
        </w:tc>
      </w:tr>
      <w:tr w:rsidR="00131C50" w:rsidRPr="00994575" w:rsidTr="0044600B">
        <w:trPr>
          <w:trHeight w:val="17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202 452,0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188 771,3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189 634,4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192 736,0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-3 586,9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3 101,6</w:t>
            </w:r>
          </w:p>
        </w:tc>
      </w:tr>
      <w:tr w:rsidR="00131C50" w:rsidRPr="00994575" w:rsidTr="0044600B">
        <w:trPr>
          <w:trHeight w:val="67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476 859,0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509 967,4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2 978 626,3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2 785 351,5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2 755 172,4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2 468 658,9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-193 274,8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-30 179,1</w:t>
            </w:r>
          </w:p>
        </w:tc>
      </w:tr>
      <w:tr w:rsidR="00131C50" w:rsidRPr="00994575" w:rsidTr="0044600B">
        <w:trPr>
          <w:trHeight w:val="14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2 176 251,6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-2 292 900,9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74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90,9</w:t>
            </w:r>
          </w:p>
        </w:tc>
      </w:tr>
      <w:tr w:rsidR="00131C50" w:rsidRPr="00994575" w:rsidTr="0044600B">
        <w:trPr>
          <w:trHeight w:val="47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94 875,6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126 639,1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143 336,2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14 783,9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11 333,4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16 697,1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-128 552,3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-3 450,5</w:t>
            </w:r>
          </w:p>
        </w:tc>
      </w:tr>
      <w:tr w:rsidR="00131C50" w:rsidRPr="00994575" w:rsidTr="0044600B">
        <w:trPr>
          <w:trHeight w:val="3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27 294 919,1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27 730 016,4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23 315 988,1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22 896 334,7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22 759 227,2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-4 414 028,3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-419 653,4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-137 107,5</w:t>
            </w:r>
          </w:p>
        </w:tc>
      </w:tr>
      <w:tr w:rsidR="00131C50" w:rsidRPr="00994575" w:rsidTr="0044600B">
        <w:trPr>
          <w:trHeight w:val="267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876 125,7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906 427,2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926 384,6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893 604,9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833 346,4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19 957,4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-32 779,7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-60 258,5</w:t>
            </w:r>
          </w:p>
        </w:tc>
      </w:tr>
      <w:tr w:rsidR="00131C50" w:rsidRPr="00994575" w:rsidTr="0044600B">
        <w:trPr>
          <w:trHeight w:val="37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340 208,9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348 714,5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-10 305,1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6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1 838 487,3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1 687 258,8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1 668 050,1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1 690 120,5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1 670 618,9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-19 208,7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22 070,4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-19 501,6</w:t>
            </w:r>
          </w:p>
        </w:tc>
      </w:tr>
      <w:tr w:rsidR="00131C50" w:rsidRPr="00994575" w:rsidTr="0044600B">
        <w:trPr>
          <w:trHeight w:val="17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8 807,3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-426,3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-1 391,9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1 064,7</w:t>
            </w:r>
          </w:p>
        </w:tc>
      </w:tr>
      <w:tr w:rsidR="00131C50" w:rsidRPr="00994575" w:rsidTr="0044600B">
        <w:trPr>
          <w:trHeight w:val="29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1 430 336,2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1 671 616,1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1 495 658,1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1 584 809,9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1 581 595,5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-175 958,0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89 151,8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-3 214,4</w:t>
            </w:r>
          </w:p>
        </w:tc>
      </w:tr>
      <w:tr w:rsidR="00131C50" w:rsidRPr="00994575" w:rsidTr="0044600B">
        <w:trPr>
          <w:trHeight w:val="207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2 180 971,2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2 493 553,3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1 545 393,8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-948 159,5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-203 072,2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41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15 492 040,4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16 207 194,6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13 673 418,8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13 492 381,5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13 357 845,1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-2 533 775,8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-181 037,3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-134 536,4</w:t>
            </w:r>
          </w:p>
        </w:tc>
      </w:tr>
      <w:tr w:rsidR="00131C50" w:rsidRPr="00994575" w:rsidTr="0044600B">
        <w:trPr>
          <w:trHeight w:val="7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1 494 012,3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1 837 423,4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1 284 081,7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1 021 517,4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1 025 450,8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-553 341,7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-262 564,3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3 933,4</w:t>
            </w:r>
          </w:p>
        </w:tc>
      </w:tr>
      <w:tr w:rsidR="00131C50" w:rsidRPr="00994575" w:rsidTr="0044600B">
        <w:trPr>
          <w:trHeight w:val="35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-42 000,0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9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3 633 929,8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2 560 658,2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2 332 847,6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2 524 817,4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2 600 222,7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-227 810,6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191 969,8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75 405,3</w:t>
            </w:r>
          </w:p>
        </w:tc>
      </w:tr>
      <w:tr w:rsidR="00131C50" w:rsidRPr="00994575" w:rsidTr="0044600B">
        <w:trPr>
          <w:trHeight w:val="11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21 165 615,3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24 800 619,3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11 837 599,4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9 647 880,3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9 556 230,8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-12 963 019,9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-2 189 719,1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-91 649,5</w:t>
            </w:r>
          </w:p>
        </w:tc>
      </w:tr>
      <w:tr w:rsidR="00131C50" w:rsidRPr="00994575" w:rsidTr="0044600B">
        <w:trPr>
          <w:trHeight w:val="26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10 823 886,5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14 607 294,4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7 776 064,6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6 263 696,5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6 293 514,1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-6 831 229,8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-1 512 368,1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29 817,6</w:t>
            </w:r>
          </w:p>
        </w:tc>
      </w:tr>
      <w:tr w:rsidR="00131C50" w:rsidRPr="00994575" w:rsidTr="0044600B">
        <w:trPr>
          <w:trHeight w:val="13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3 248 661,0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3 147 605,4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2 422 962,3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1 910 274,4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1 708 364,5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-724 643,1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-512 687,9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-201 909,9</w:t>
            </w:r>
          </w:p>
        </w:tc>
      </w:tr>
      <w:tr w:rsidR="00131C50" w:rsidRPr="00994575" w:rsidTr="0044600B">
        <w:trPr>
          <w:trHeight w:val="29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930 016,9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999 602,2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734 705,7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471 356,9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471 218,4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-264 896,5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-263 348,8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-138,5</w:t>
            </w:r>
          </w:p>
        </w:tc>
      </w:tr>
      <w:tr w:rsidR="00131C50" w:rsidRPr="00994575" w:rsidTr="0044600B">
        <w:trPr>
          <w:trHeight w:val="47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6 163 050,9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6 046 117,3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903 866,8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1 002 552,5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1 083 133,8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-5 142 250,5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98 685,7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80 581,3</w:t>
            </w:r>
          </w:p>
        </w:tc>
      </w:tr>
      <w:tr w:rsidR="00131C50" w:rsidRPr="00994575" w:rsidTr="0044600B">
        <w:trPr>
          <w:trHeight w:val="16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602 506,0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1 124 850,2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1 036 702,9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707 062,8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574 909,5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-88 147,3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-329 640,1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-132 153,3</w:t>
            </w:r>
          </w:p>
        </w:tc>
      </w:tr>
      <w:tr w:rsidR="00131C50" w:rsidRPr="00994575" w:rsidTr="0044600B">
        <w:trPr>
          <w:trHeight w:val="20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8 199,7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7 741,8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-458,2</w:t>
            </w:r>
          </w:p>
        </w:tc>
      </w:tr>
      <w:tr w:rsidR="00131C50" w:rsidRPr="00994575" w:rsidTr="0044600B">
        <w:trPr>
          <w:trHeight w:val="34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231 860,2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228 629,2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226 743,0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222 593,2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223 398,1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-1 886,2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-4 149,8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804,9</w:t>
            </w:r>
          </w:p>
        </w:tc>
      </w:tr>
      <w:tr w:rsidR="00131C50" w:rsidRPr="00994575" w:rsidTr="0044600B">
        <w:trPr>
          <w:trHeight w:val="40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362 446,2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888 021,0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801 759,9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476 269,6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343 769,6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-86 261,1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-325 490,3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-132 500,0</w:t>
            </w:r>
          </w:p>
        </w:tc>
      </w:tr>
      <w:tr w:rsidR="00131C50" w:rsidRPr="00994575" w:rsidTr="0044600B">
        <w:trPr>
          <w:trHeight w:val="21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65 074 275,0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82 208 730,5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78 806 458,4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74 817 993,5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75 772 991,1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-3 402 272,1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-3 988 464,9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954 997,6</w:t>
            </w:r>
          </w:p>
        </w:tc>
      </w:tr>
      <w:tr w:rsidR="00131C50" w:rsidRPr="00994575" w:rsidTr="0044600B">
        <w:trPr>
          <w:trHeight w:val="26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975 421,2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1 811 614,2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1 546 445,1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179 912,0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178 012,0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-265 169,1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-1 366 533,1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-1 900,0</w:t>
            </w:r>
          </w:p>
        </w:tc>
      </w:tr>
      <w:tr w:rsidR="00131C50" w:rsidRPr="00994575" w:rsidTr="0044600B">
        <w:trPr>
          <w:trHeight w:val="264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5 279 001,1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12 573 246,9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12 089 263,8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10 989 030,5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10 978 219,5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-483 983,1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-1 100 233,3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-10 811,0</w:t>
            </w:r>
          </w:p>
        </w:tc>
      </w:tr>
      <w:tr w:rsidR="00131C50" w:rsidRPr="00994575" w:rsidTr="0044600B">
        <w:trPr>
          <w:trHeight w:val="16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369 544,8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347 604,2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617 765,2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783 611,0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606 147,1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270 161,0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165 845,8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-177 463,9</w:t>
            </w:r>
          </w:p>
        </w:tc>
      </w:tr>
      <w:tr w:rsidR="00131C50" w:rsidRPr="00994575" w:rsidTr="0044600B">
        <w:trPr>
          <w:trHeight w:val="37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4 802 334,1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5 512 705,9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5 881 984,5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4 870 766,4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5 216 589,2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369 278,6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-1 011 218,1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345 822,8</w:t>
            </w:r>
          </w:p>
        </w:tc>
      </w:tr>
      <w:tr w:rsidR="00131C50" w:rsidRPr="00994575" w:rsidTr="0044600B">
        <w:trPr>
          <w:trHeight w:val="57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47 123,0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128 450,9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206 330,0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185 187,6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164 094,5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77 879,1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-21 142,4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-21 093,1</w:t>
            </w:r>
          </w:p>
        </w:tc>
      </w:tr>
      <w:tr w:rsidR="00131C50" w:rsidRPr="00994575" w:rsidTr="0044600B">
        <w:trPr>
          <w:trHeight w:val="16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3 034 850,6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3 406 004,3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3 394 850,2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3 283 832,7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3 416 521,7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-11 154,1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-111 017,5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132 689,0</w:t>
            </w:r>
          </w:p>
        </w:tc>
      </w:tr>
      <w:tr w:rsidR="00131C50" w:rsidRPr="00994575" w:rsidTr="0044600B">
        <w:trPr>
          <w:trHeight w:val="26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844 940,9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2 258 353,9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977 633,7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976 748,1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966 025,0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-1 280 720,2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-885,6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-10 723,1</w:t>
            </w:r>
          </w:p>
        </w:tc>
      </w:tr>
      <w:tr w:rsidR="00131C50" w:rsidRPr="00994575" w:rsidTr="0044600B">
        <w:trPr>
          <w:trHeight w:val="35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216 029,4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3 790,8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18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49 505 029,7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55 934 125,3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53 851 770,2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53 308 489,5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54 006 966,4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-2 082 355,1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-543 280,7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698 476,9</w:t>
            </w:r>
          </w:p>
        </w:tc>
      </w:tr>
      <w:tr w:rsidR="00131C50" w:rsidRPr="00994575" w:rsidTr="0044600B">
        <w:trPr>
          <w:trHeight w:val="22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2 376 433,6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2 434 680,8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2 457 522,0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1 990 003,3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1 863 629,3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22 841,2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-467 518,7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-126 374,0</w:t>
            </w:r>
          </w:p>
        </w:tc>
      </w:tr>
      <w:tr w:rsidR="00131C50" w:rsidRPr="00994575" w:rsidTr="0044600B">
        <w:trPr>
          <w:trHeight w:val="27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2 147 501,7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2 203 333,1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2 231 610,2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1 766 046,3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1 638 606,3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28 277,1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-465 563,9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-127 440,0</w:t>
            </w:r>
          </w:p>
        </w:tc>
      </w:tr>
      <w:tr w:rsidR="00131C50" w:rsidRPr="00994575" w:rsidTr="0044600B">
        <w:trPr>
          <w:trHeight w:val="13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58 323,8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58 760,3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52 454,7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49 951,7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50 469,6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-6 305,6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-2 503,0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517,9</w:t>
            </w:r>
          </w:p>
        </w:tc>
      </w:tr>
      <w:tr w:rsidR="00131C50" w:rsidRPr="00994575" w:rsidTr="0044600B">
        <w:trPr>
          <w:trHeight w:val="495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170 608,0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172 587,4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173 457,1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174 005,3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174 553,4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548,1</w:t>
            </w:r>
          </w:p>
        </w:tc>
      </w:tr>
      <w:tr w:rsidR="00131C50" w:rsidRPr="00994575" w:rsidTr="0044600B">
        <w:trPr>
          <w:trHeight w:val="12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50 153 031,7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46 930 109,5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47 185 950,6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46 019 821,0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45 660 853,9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255 841,1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-1 166 129,6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-358 967,1</w:t>
            </w:r>
          </w:p>
        </w:tc>
      </w:tr>
      <w:tr w:rsidR="00131C50" w:rsidRPr="00994575" w:rsidTr="0044600B">
        <w:trPr>
          <w:trHeight w:val="13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15 509 448,2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15 907 532,9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15 788 877,7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15 309 189,1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15 297 702,9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-118 655,2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-479 688,6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-11 486,2</w:t>
            </w:r>
          </w:p>
        </w:tc>
      </w:tr>
      <w:tr w:rsidR="00131C50" w:rsidRPr="00994575" w:rsidTr="0044600B">
        <w:trPr>
          <w:trHeight w:val="16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14 086 306,4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11 606 200,3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12 060 077,7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11 994 943,2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11 966 681,2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453 877,4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-65 134,5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-28 262,0</w:t>
            </w:r>
          </w:p>
        </w:tc>
      </w:tr>
      <w:tr w:rsidR="00131C50" w:rsidRPr="00994575" w:rsidTr="0044600B">
        <w:trPr>
          <w:trHeight w:val="37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441 879,2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-18 159,1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8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802 247,0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2 020 775,2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1 867 571,2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1 839 873,0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1 140 397,6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-153 204,0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-27 698,2</w:t>
            </w:r>
          </w:p>
        </w:tc>
      </w:tr>
      <w:tr w:rsidR="00131C50" w:rsidRPr="00994575" w:rsidTr="0044600B">
        <w:trPr>
          <w:trHeight w:val="167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475 927,9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490 076,4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7 298,0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-1 700,0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74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860 668,1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989 335,2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877 132,2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899 589,8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-62 159,3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-112 203,0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22 457,6</w:t>
            </w:r>
          </w:p>
        </w:tc>
      </w:tr>
      <w:tr w:rsidR="00131C50" w:rsidRPr="00994575" w:rsidTr="0044600B">
        <w:trPr>
          <w:trHeight w:val="32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17 976 554,9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16 566 039,8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15 419 281,5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15 065 082,0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14 751 103,7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-1 146 758,3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-354 199,5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-313 978,3</w:t>
            </w:r>
          </w:p>
        </w:tc>
      </w:tr>
      <w:tr w:rsidR="00131C50" w:rsidRPr="00994575" w:rsidTr="0044600B">
        <w:trPr>
          <w:trHeight w:val="250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45 290 716,5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49 295 036,9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52 442 516,1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52 886 783,8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47 376 832,0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3 147 479,2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444 267,7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-5 509 951,8</w:t>
            </w:r>
          </w:p>
        </w:tc>
      </w:tr>
      <w:tr w:rsidR="00131C50" w:rsidRPr="00994575" w:rsidTr="0044600B">
        <w:trPr>
          <w:trHeight w:val="16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1 051 332,1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1 043 140,7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943 174,2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1 798 584,3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1 331 122,8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-99 966,5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855 410,1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-467 461,5</w:t>
            </w:r>
          </w:p>
        </w:tc>
      </w:tr>
      <w:tr w:rsidR="00131C50" w:rsidRPr="00994575" w:rsidTr="0044600B">
        <w:trPr>
          <w:trHeight w:val="19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6 308 597,7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281 926,7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4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20 140 513,3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20 475 573,9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24 093 482,9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24 377 739,4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21 586 211,4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3 617 909,0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284 256,5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-2 791 528,0</w:t>
            </w:r>
          </w:p>
        </w:tc>
      </w:tr>
      <w:tr w:rsidR="00131C50" w:rsidRPr="00994575" w:rsidTr="0044600B">
        <w:trPr>
          <w:trHeight w:val="16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16 303 261,5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19 331 910,9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18 757 597,3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18 064 442,5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15 815 132,0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-574 313,6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-693 154,8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-2 249 310,5</w:t>
            </w:r>
          </w:p>
        </w:tc>
      </w:tr>
      <w:tr w:rsidR="00131C50" w:rsidRPr="00994575" w:rsidTr="0044600B">
        <w:trPr>
          <w:trHeight w:val="39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1 487 012,0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1 795 892,8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1 717 816,4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1 715 572,3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1 713 920,5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-78 076,4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-2 244,1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-1 651,8</w:t>
            </w:r>
          </w:p>
        </w:tc>
      </w:tr>
      <w:tr w:rsidR="00131C50" w:rsidRPr="00994575" w:rsidTr="0044600B">
        <w:trPr>
          <w:trHeight w:val="13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6 180 908,5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7 996 099,5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5 918 202,8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3 629 623,0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3 677 221,9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-2 077 896,7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-2 288 579,8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47 598,9</w:t>
            </w:r>
          </w:p>
        </w:tc>
      </w:tr>
      <w:tr w:rsidR="00131C50" w:rsidRPr="00994575" w:rsidTr="0044600B">
        <w:trPr>
          <w:trHeight w:val="21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77 589,3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246 806,5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86 750,6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73 850,7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173 055,8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-160 055,9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-12 899,9</w:t>
            </w:r>
          </w:p>
        </w:tc>
      </w:tr>
      <w:tr w:rsidR="00131C50" w:rsidRPr="00994575" w:rsidTr="0044600B">
        <w:trPr>
          <w:trHeight w:val="17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577 591,4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3 282 701,1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1 409 233,6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352 244,9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382 658,6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-1 873 467,5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-1 056 988,7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30 413,7</w:t>
            </w:r>
          </w:p>
        </w:tc>
      </w:tr>
      <w:tr w:rsidR="00131C50" w:rsidRPr="00994575" w:rsidTr="0044600B">
        <w:trPr>
          <w:trHeight w:val="262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5 486 376,0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4 597 300,8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4 217 335,8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3 145 800,6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3 175 885,7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-379 965,0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-1 071 535,2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30 085,1</w:t>
            </w:r>
          </w:p>
        </w:tc>
      </w:tr>
      <w:tr w:rsidR="00131C50" w:rsidRPr="00994575" w:rsidTr="0044600B">
        <w:trPr>
          <w:trHeight w:val="28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39 351,8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2 480,0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10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679 357,2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850 848,2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952 032,7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782 001,9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779 001,9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101 184,5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-170 030,8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-3 000,0</w:t>
            </w:r>
          </w:p>
        </w:tc>
      </w:tr>
      <w:tr w:rsidR="00131C50" w:rsidRPr="00994575" w:rsidTr="0044600B">
        <w:trPr>
          <w:trHeight w:val="158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452 905,8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485 787,7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686 422,4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608 042,6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610 042,6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200 634,7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-78 379,8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 w:rsidR="00131C50" w:rsidRPr="00994575" w:rsidTr="0044600B">
        <w:trPr>
          <w:trHeight w:val="186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22 618,2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37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203 833,2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340 677,6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241 227,4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149 576,4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144 576,4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-99 450,2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-91 651,0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-5 000,0</w:t>
            </w:r>
          </w:p>
        </w:tc>
      </w:tr>
      <w:tr w:rsidR="00131C50" w:rsidRPr="00994575" w:rsidTr="0044600B">
        <w:trPr>
          <w:trHeight w:val="32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1 863 177,6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1 614 448,3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911 435,9</w:t>
            </w:r>
          </w:p>
        </w:tc>
      </w:tr>
      <w:tr w:rsidR="00131C50" w:rsidRPr="00994575" w:rsidTr="0044600B">
        <w:trPr>
          <w:trHeight w:val="429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1 437 830,8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1 863 177,6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1 614 448,3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911 435,9</w:t>
            </w:r>
          </w:p>
        </w:tc>
      </w:tr>
      <w:tr w:rsidR="00131C50" w:rsidRPr="00994575" w:rsidTr="0044600B">
        <w:trPr>
          <w:trHeight w:val="521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12 373 542,0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11 621 424,3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14 832 145,2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14 804 920,3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15 379 318,2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3 210 720,9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-27 224,9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574 397,9</w:t>
            </w:r>
          </w:p>
        </w:tc>
      </w:tr>
      <w:tr w:rsidR="00131C50" w:rsidRPr="00994575" w:rsidTr="0044600B">
        <w:trPr>
          <w:trHeight w:val="67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6 516 987,8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11 452 896,7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12 659 509,9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13 168 698,6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4 247 033,6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1 206 613,2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509 188,7</w:t>
            </w:r>
          </w:p>
        </w:tc>
      </w:tr>
      <w:tr w:rsidR="00131C50" w:rsidRPr="00994575" w:rsidTr="0044600B">
        <w:trPr>
          <w:trHeight w:val="233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3 653 120,4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2 384 403,8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1 300 000,0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-1 084 403,8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-1 300 000,0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31C50" w:rsidRPr="00994575" w:rsidTr="0044600B">
        <w:trPr>
          <w:trHeight w:val="207"/>
        </w:trPr>
        <w:tc>
          <w:tcPr>
            <w:tcW w:w="1147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60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" w:type="pct"/>
            <w:shd w:val="clear" w:color="auto" w:fill="auto"/>
            <w:vAlign w:val="bottom"/>
            <w:hideMark/>
          </w:tcPr>
          <w:p w:rsidR="00994575" w:rsidRPr="00994575" w:rsidRDefault="00994575" w:rsidP="00994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2 203 433,8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2 031 157,4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2 079 248,5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2 145 410,4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2 210 619,6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48 091,1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66 161,9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:rsidR="00994575" w:rsidRPr="00994575" w:rsidRDefault="00994575" w:rsidP="0099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65 209,2</w:t>
            </w:r>
          </w:p>
        </w:tc>
      </w:tr>
    </w:tbl>
    <w:p w:rsidR="009E2370" w:rsidRDefault="009E2370"/>
    <w:sectPr w:rsidR="009E2370" w:rsidSect="007E6A26">
      <w:headerReference w:type="default" r:id="rId7"/>
      <w:pgSz w:w="16838" w:h="11906" w:orient="landscape" w:code="9"/>
      <w:pgMar w:top="1134" w:right="567" w:bottom="851" w:left="567" w:header="567" w:footer="567" w:gutter="0"/>
      <w:pgNumType w:start="18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D96" w:rsidRDefault="005C7D96" w:rsidP="00DD15BD">
      <w:pPr>
        <w:spacing w:after="0" w:line="240" w:lineRule="auto"/>
      </w:pPr>
      <w:r>
        <w:separator/>
      </w:r>
    </w:p>
  </w:endnote>
  <w:endnote w:type="continuationSeparator" w:id="0">
    <w:p w:rsidR="005C7D96" w:rsidRDefault="005C7D96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D96" w:rsidRDefault="005C7D96" w:rsidP="00DD15BD">
      <w:pPr>
        <w:spacing w:after="0" w:line="240" w:lineRule="auto"/>
      </w:pPr>
      <w:r>
        <w:separator/>
      </w:r>
    </w:p>
  </w:footnote>
  <w:footnote w:type="continuationSeparator" w:id="0">
    <w:p w:rsidR="005C7D96" w:rsidRDefault="005C7D96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p w:rsidR="005C7D96" w:rsidRPr="000622F1" w:rsidRDefault="005C7D96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6A26">
          <w:rPr>
            <w:rFonts w:ascii="Times New Roman" w:hAnsi="Times New Roman" w:cs="Times New Roman"/>
            <w:noProof/>
            <w:sz w:val="24"/>
            <w:szCs w:val="24"/>
          </w:rPr>
          <w:t>1895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0213E"/>
    <w:rsid w:val="00021275"/>
    <w:rsid w:val="00022DAC"/>
    <w:rsid w:val="000622F1"/>
    <w:rsid w:val="00070970"/>
    <w:rsid w:val="000A0568"/>
    <w:rsid w:val="000A5346"/>
    <w:rsid w:val="000B6854"/>
    <w:rsid w:val="00104500"/>
    <w:rsid w:val="00131C50"/>
    <w:rsid w:val="001778C5"/>
    <w:rsid w:val="001B7EC1"/>
    <w:rsid w:val="001F3019"/>
    <w:rsid w:val="00210B16"/>
    <w:rsid w:val="00227DA7"/>
    <w:rsid w:val="0023345E"/>
    <w:rsid w:val="00263BF5"/>
    <w:rsid w:val="00267EC9"/>
    <w:rsid w:val="00303528"/>
    <w:rsid w:val="003779DE"/>
    <w:rsid w:val="00385870"/>
    <w:rsid w:val="00392548"/>
    <w:rsid w:val="003C506A"/>
    <w:rsid w:val="003D31E0"/>
    <w:rsid w:val="003D6571"/>
    <w:rsid w:val="00404C0E"/>
    <w:rsid w:val="0040538C"/>
    <w:rsid w:val="00406286"/>
    <w:rsid w:val="004114D0"/>
    <w:rsid w:val="0044600B"/>
    <w:rsid w:val="00446CFE"/>
    <w:rsid w:val="004B0895"/>
    <w:rsid w:val="005553EA"/>
    <w:rsid w:val="005C71C3"/>
    <w:rsid w:val="005C7D96"/>
    <w:rsid w:val="0061357C"/>
    <w:rsid w:val="006309A9"/>
    <w:rsid w:val="00675BD4"/>
    <w:rsid w:val="00692F96"/>
    <w:rsid w:val="006F23D0"/>
    <w:rsid w:val="006F5EF7"/>
    <w:rsid w:val="00703FBB"/>
    <w:rsid w:val="00757005"/>
    <w:rsid w:val="007B392C"/>
    <w:rsid w:val="007C1252"/>
    <w:rsid w:val="007E6A26"/>
    <w:rsid w:val="008140C0"/>
    <w:rsid w:val="00832234"/>
    <w:rsid w:val="00867FE0"/>
    <w:rsid w:val="008854BF"/>
    <w:rsid w:val="00903F1E"/>
    <w:rsid w:val="0093726D"/>
    <w:rsid w:val="00994575"/>
    <w:rsid w:val="009C3421"/>
    <w:rsid w:val="009C5980"/>
    <w:rsid w:val="009D4FF3"/>
    <w:rsid w:val="009E2370"/>
    <w:rsid w:val="00A02F7D"/>
    <w:rsid w:val="00A12EDF"/>
    <w:rsid w:val="00B04E70"/>
    <w:rsid w:val="00C059C6"/>
    <w:rsid w:val="00C40AB0"/>
    <w:rsid w:val="00C42E1E"/>
    <w:rsid w:val="00C56906"/>
    <w:rsid w:val="00C8059C"/>
    <w:rsid w:val="00CA22CC"/>
    <w:rsid w:val="00D37412"/>
    <w:rsid w:val="00D50C70"/>
    <w:rsid w:val="00D634EE"/>
    <w:rsid w:val="00DB582D"/>
    <w:rsid w:val="00DC2126"/>
    <w:rsid w:val="00DD15BD"/>
    <w:rsid w:val="00DD6CCA"/>
    <w:rsid w:val="00E03D74"/>
    <w:rsid w:val="00E27DFE"/>
    <w:rsid w:val="00E50B56"/>
    <w:rsid w:val="00E57CF2"/>
    <w:rsid w:val="00EA6864"/>
    <w:rsid w:val="00EB0B43"/>
    <w:rsid w:val="00F647C6"/>
    <w:rsid w:val="00F71A1E"/>
    <w:rsid w:val="00F77FAB"/>
    <w:rsid w:val="00FB4598"/>
    <w:rsid w:val="00FD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1EBA5-85D4-46D3-99B8-3C310980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3779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D0C6-7E48-436B-A99F-F2764134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43</TotalTime>
  <Pages>4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12</cp:revision>
  <cp:lastPrinted>2016-10-05T05:29:00Z</cp:lastPrinted>
  <dcterms:created xsi:type="dcterms:W3CDTF">2019-10-08T09:35:00Z</dcterms:created>
  <dcterms:modified xsi:type="dcterms:W3CDTF">2020-10-27T06:41:00Z</dcterms:modified>
</cp:coreProperties>
</file>